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4B634" w14:textId="77777777" w:rsidR="00D33AAA" w:rsidRPr="00622E80" w:rsidRDefault="00D33AAA">
      <w:pPr>
        <w:pStyle w:val="Textkrper"/>
        <w:spacing w:before="1"/>
      </w:pPr>
    </w:p>
    <w:p w14:paraId="3CAE9CE5" w14:textId="77777777" w:rsidR="007A635A" w:rsidRPr="00622E80" w:rsidRDefault="007A635A" w:rsidP="007A635A">
      <w:pPr>
        <w:pStyle w:val="Textkrper"/>
        <w:spacing w:before="8"/>
        <w:rPr>
          <w:b w:val="0"/>
        </w:rPr>
      </w:pPr>
    </w:p>
    <w:p w14:paraId="11C5C149" w14:textId="77777777" w:rsidR="00622E80" w:rsidRDefault="00622E80" w:rsidP="007A635A">
      <w:pPr>
        <w:pStyle w:val="Textkrper"/>
        <w:spacing w:before="1"/>
        <w:rPr>
          <w:b w:val="0"/>
        </w:rPr>
      </w:pPr>
    </w:p>
    <w:p w14:paraId="6A94CD22" w14:textId="77777777" w:rsidR="003236DB" w:rsidRPr="002921BB" w:rsidRDefault="003236DB" w:rsidP="007A635A">
      <w:pPr>
        <w:pStyle w:val="Textkrper"/>
        <w:spacing w:before="1"/>
        <w:rPr>
          <w:b w:val="0"/>
          <w:szCs w:val="21"/>
        </w:rPr>
      </w:pPr>
    </w:p>
    <w:p w14:paraId="18EC5A61" w14:textId="22F13CFC" w:rsidR="0092109B" w:rsidRPr="0092109B" w:rsidRDefault="00E858F2" w:rsidP="009E528D">
      <w:pPr>
        <w:rPr>
          <w:b/>
          <w:color w:val="CB1966"/>
          <w:sz w:val="28"/>
          <w:szCs w:val="28"/>
        </w:rPr>
      </w:pPr>
      <w:r>
        <w:rPr>
          <w:b/>
          <w:color w:val="CB1966"/>
          <w:sz w:val="28"/>
          <w:szCs w:val="28"/>
        </w:rPr>
        <w:t>Detailnennungen zu Zeitfressern, thematisch geclustert</w:t>
      </w:r>
    </w:p>
    <w:p w14:paraId="3694C1A9" w14:textId="77777777" w:rsidR="0092109B" w:rsidRDefault="0092109B" w:rsidP="009E528D">
      <w:pPr>
        <w:rPr>
          <w:bCs/>
          <w:sz w:val="24"/>
          <w:szCs w:val="24"/>
        </w:rPr>
      </w:pPr>
    </w:p>
    <w:p w14:paraId="7BAF5F5B" w14:textId="77777777" w:rsidR="00890CE5" w:rsidRPr="00890CE5" w:rsidRDefault="00890CE5" w:rsidP="00890CE5">
      <w:pPr>
        <w:widowControl/>
        <w:autoSpaceDE/>
        <w:autoSpaceDN/>
        <w:spacing w:after="24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Online-Befragung von 700 </w:t>
      </w:r>
      <w:proofErr w:type="spellStart"/>
      <w:proofErr w:type="gram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Lehrer:innen</w:t>
      </w:r>
      <w:proofErr w:type="spellEnd"/>
      <w:proofErr w:type="gram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 in Österreich im Zeitraum 19. April bis 10. Mai 2023, durchgeführt von Peter Hajek Public Opinion </w:t>
      </w:r>
      <w:proofErr w:type="spell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Strategies</w:t>
      </w:r>
      <w:proofErr w:type="spell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 im Auftrag des NEOS Parlamentsklubs, max. Schwankungsbreite +/- 3,7%</w:t>
      </w:r>
    </w:p>
    <w:p w14:paraId="11EA2E82" w14:textId="77777777" w:rsidR="00890CE5" w:rsidRPr="00890CE5" w:rsidRDefault="00890CE5" w:rsidP="00890CE5">
      <w:pPr>
        <w:widowControl/>
        <w:autoSpaceDE/>
        <w:autoSpaceDN/>
        <w:outlineLvl w:val="2"/>
        <w:rPr>
          <w:rFonts w:ascii="Segoe UI" w:eastAsia="Times New Roman" w:hAnsi="Segoe UI" w:cs="Segoe UI"/>
          <w:b/>
          <w:bCs/>
          <w:spacing w:val="-1"/>
          <w:sz w:val="24"/>
          <w:szCs w:val="24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spacing w:val="-1"/>
          <w:sz w:val="24"/>
          <w:szCs w:val="24"/>
          <w:lang w:val="de-AT" w:eastAsia="de-DE"/>
        </w:rPr>
        <w:t>Bürokratie im Schulalltag: </w:t>
      </w:r>
      <w:r w:rsidRPr="00890CE5">
        <w:rPr>
          <w:rFonts w:ascii="Segoe UI" w:eastAsia="Times New Roman" w:hAnsi="Segoe UI" w:cs="Segoe UI"/>
          <w:b/>
          <w:bCs/>
          <w:sz w:val="24"/>
          <w:szCs w:val="24"/>
          <w:lang w:val="de-AT" w:eastAsia="de-DE"/>
        </w:rPr>
        <w:t xml:space="preserve">Aussagen aus der </w:t>
      </w:r>
      <w:proofErr w:type="spellStart"/>
      <w:proofErr w:type="gramStart"/>
      <w:r w:rsidRPr="00890CE5">
        <w:rPr>
          <w:rFonts w:ascii="Segoe UI" w:eastAsia="Times New Roman" w:hAnsi="Segoe UI" w:cs="Segoe UI"/>
          <w:b/>
          <w:bCs/>
          <w:sz w:val="24"/>
          <w:szCs w:val="24"/>
          <w:lang w:val="de-AT" w:eastAsia="de-DE"/>
        </w:rPr>
        <w:t>Lehrer:innen</w:t>
      </w:r>
      <w:proofErr w:type="gramEnd"/>
      <w:r w:rsidRPr="00890CE5">
        <w:rPr>
          <w:rFonts w:ascii="Segoe UI" w:eastAsia="Times New Roman" w:hAnsi="Segoe UI" w:cs="Segoe UI"/>
          <w:b/>
          <w:bCs/>
          <w:sz w:val="24"/>
          <w:szCs w:val="24"/>
          <w:lang w:val="de-AT" w:eastAsia="de-DE"/>
        </w:rPr>
        <w:t>-Umfrage</w:t>
      </w:r>
      <w:proofErr w:type="spellEnd"/>
    </w:p>
    <w:p w14:paraId="6006DBDC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Antworten auf die Frage </w:t>
      </w:r>
      <w:r w:rsidRPr="00890CE5">
        <w:rPr>
          <w:rFonts w:ascii="Segoe UI" w:eastAsia="Times New Roman" w:hAnsi="Segoe UI" w:cs="Segoe UI"/>
          <w:i/>
          <w:iCs/>
          <w:color w:val="172B4D"/>
          <w:sz w:val="21"/>
          <w:szCs w:val="21"/>
          <w:lang w:val="de-AT" w:eastAsia="de-DE"/>
        </w:rPr>
        <w:t>„Und welche Tätigkeiten sind diese „wenig sinnvollen Zeitfresser“ in Ihrem Arbeitsalltag? Bitte notieren Sie diese in Stichworten.“. 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(Vorhergehende Frage: </w:t>
      </w:r>
      <w:r w:rsidRPr="00890CE5">
        <w:rPr>
          <w:rFonts w:ascii="Segoe UI" w:eastAsia="Times New Roman" w:hAnsi="Segoe UI" w:cs="Segoe UI"/>
          <w:i/>
          <w:iCs/>
          <w:color w:val="172B4D"/>
          <w:sz w:val="21"/>
          <w:szCs w:val="21"/>
          <w:lang w:val="de-AT" w:eastAsia="de-DE"/>
        </w:rPr>
        <w:t>„Gibt es Tätigkeiten im Rahmen Ihrer Arbeit, für die Sie viel Zeit aufwenden müssen, deren Nutzen aber sehr begrenzt ist, also Tätigkeiten, die man als „wenig sinnvolle Zeitfresser“ beschreiben könnte?“)</w:t>
      </w:r>
    </w:p>
    <w:p w14:paraId="022D6E54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Listen und noch mal Listen</w:t>
      </w:r>
    </w:p>
    <w:p w14:paraId="23EE331B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„Noten da und dort und nochmal irgendwo eintragen“</w:t>
      </w:r>
    </w:p>
    <w:p w14:paraId="042B5B32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„Mehrmaliges Eintragen von Fehlstunden“</w:t>
      </w:r>
    </w:p>
    <w:p w14:paraId="0E56431E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„Zeugnisse doppelt eintragen“</w:t>
      </w:r>
    </w:p>
    <w:p w14:paraId="1E5980FC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„Anwesenheiten doppelt erfassen“</w:t>
      </w:r>
    </w:p>
    <w:p w14:paraId="6AB60807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„Doppelte und dreifache Bearbeitung von Verwaltungslisten“</w:t>
      </w:r>
    </w:p>
    <w:p w14:paraId="645EF57E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„Unnötige wöchentliche Statistiken, auch Leermeldungen“</w:t>
      </w:r>
    </w:p>
    <w:p w14:paraId="29FCD3C4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„Informationen müssen doppelt in unterschiedliche Systeme eingespeist werden“</w:t>
      </w:r>
    </w:p>
    <w:p w14:paraId="6354DCBE" w14:textId="77777777" w:rsidR="00890CE5" w:rsidRPr="00890CE5" w:rsidRDefault="00890CE5" w:rsidP="00890CE5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„Eingaben in verschiedenste Plattformen“</w:t>
      </w:r>
    </w:p>
    <w:p w14:paraId="49A55D5C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Überbordende Dokumentation</w:t>
      </w:r>
    </w:p>
    <w:p w14:paraId="67FB6152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Alles ständig verschriftlichen müssen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“</w:t>
      </w:r>
    </w:p>
    <w:p w14:paraId="31D16AE5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„Endloses Dokumentieren“</w:t>
      </w:r>
    </w:p>
    <w:p w14:paraId="49FEA071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„Elterngespräche dokumentieren“</w:t>
      </w:r>
    </w:p>
    <w:p w14:paraId="485DF34E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„Konflikte dokumentieren ist mehr Zeitaufwand als sich der Lösung zu widmen“</w:t>
      </w:r>
    </w:p>
    <w:p w14:paraId="574BD286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„Zahlreiche unsinnige Dokumentationen und Aufzeichnungen“</w:t>
      </w:r>
    </w:p>
    <w:p w14:paraId="12D83AB2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„Stundenlanges Wochenplan-, Tagesplan- und Stundenplanschreiben“</w:t>
      </w:r>
    </w:p>
    <w:p w14:paraId="0C50743E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„Verschriftlichung aller Prozesse (Schulentwicklungsplan, Q-Handbuch, …)“</w:t>
      </w:r>
    </w:p>
    <w:p w14:paraId="05881D22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„QMS (Qualitätsmanagement) - vieles zum Ausfüllen und kein Nutzen dadurch“</w:t>
      </w:r>
    </w:p>
    <w:p w14:paraId="51D25414" w14:textId="77777777" w:rsidR="00890CE5" w:rsidRPr="00890CE5" w:rsidRDefault="00890CE5" w:rsidP="00890CE5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„Viel zu viele Tätigkeiten sind zu protokollieren und dokumentieren“</w:t>
      </w:r>
    </w:p>
    <w:p w14:paraId="0CF05BFC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Formulare, Formulare</w:t>
      </w:r>
    </w:p>
    <w:p w14:paraId="7C05886B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„Anträge ausfüllen“</w:t>
      </w:r>
    </w:p>
    <w:p w14:paraId="7B4F61B6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„Behördenansuchen“</w:t>
      </w:r>
    </w:p>
    <w:p w14:paraId="2F64723D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„Ansuchen für Zuschüsse“</w:t>
      </w:r>
    </w:p>
    <w:p w14:paraId="3B7F5006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„Formulare ausfüllen bei </w:t>
      </w:r>
      <w:proofErr w:type="spell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Supplierungen</w:t>
      </w:r>
      <w:proofErr w:type="spell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“</w:t>
      </w:r>
    </w:p>
    <w:p w14:paraId="1E2DC30F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„Formulare für jede Kleinigkeit“</w:t>
      </w:r>
    </w:p>
    <w:p w14:paraId="5CA0D7DC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„Formular-Schreiberei (QMS-SEP, Päd. Leitvorstellungen, GTS-Konzept)“</w:t>
      </w:r>
    </w:p>
    <w:p w14:paraId="218602B8" w14:textId="77777777" w:rsidR="00890CE5" w:rsidRPr="00890CE5" w:rsidRDefault="00890CE5" w:rsidP="00890CE5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„IQS, </w:t>
      </w:r>
      <w:proofErr w:type="spell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IKMplus</w:t>
      </w:r>
      <w:proofErr w:type="spell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, ICILS, QMS, SPF-Verfahren“</w:t>
      </w:r>
    </w:p>
    <w:p w14:paraId="2D23009F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Geld und Abrechnungen </w:t>
      </w:r>
    </w:p>
    <w:p w14:paraId="32DB9AF2" w14:textId="77777777" w:rsidR="00890CE5" w:rsidRPr="00890CE5" w:rsidRDefault="00890CE5" w:rsidP="00890CE5">
      <w:pPr>
        <w:widowControl/>
        <w:numPr>
          <w:ilvl w:val="0"/>
          <w:numId w:val="8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Geld einsammeln für alles Mögliche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: Werken, Theater, Bus, ...“</w:t>
      </w:r>
    </w:p>
    <w:p w14:paraId="2DD3FED2" w14:textId="77777777" w:rsidR="00890CE5" w:rsidRPr="00890CE5" w:rsidRDefault="00890CE5" w:rsidP="00890CE5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„Schulmilchbestellung und -abrechnung“</w:t>
      </w:r>
    </w:p>
    <w:p w14:paraId="38E38E03" w14:textId="77777777" w:rsidR="00890CE5" w:rsidRPr="00890CE5" w:rsidRDefault="00890CE5" w:rsidP="00890CE5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„Bestellung von Jugendrotkreuz-Karten“</w:t>
      </w:r>
    </w:p>
    <w:p w14:paraId="0CCBED1F" w14:textId="77777777" w:rsidR="00890CE5" w:rsidRPr="00890CE5" w:rsidRDefault="00890CE5" w:rsidP="00890CE5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„Prospekte austeilen, Gelder einsammeln“</w:t>
      </w:r>
    </w:p>
    <w:p w14:paraId="0654848C" w14:textId="77777777" w:rsidR="00890CE5" w:rsidRPr="00890CE5" w:rsidRDefault="00890CE5" w:rsidP="00890CE5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lastRenderedPageBreak/>
        <w:t>„Mühselige Reisekostenabrechnung“</w:t>
      </w:r>
    </w:p>
    <w:p w14:paraId="736DB0DE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Geräte und Lehrmittel</w:t>
      </w:r>
    </w:p>
    <w:p w14:paraId="522735D3" w14:textId="77777777" w:rsidR="00890CE5" w:rsidRPr="00890CE5" w:rsidRDefault="00890CE5" w:rsidP="00890CE5">
      <w:pPr>
        <w:widowControl/>
        <w:numPr>
          <w:ilvl w:val="0"/>
          <w:numId w:val="9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Stundenlanges Kopieren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 - Kopiergeräte sind sehr langsam und oft kaputt“</w:t>
      </w:r>
    </w:p>
    <w:p w14:paraId="4548BF30" w14:textId="77777777" w:rsidR="00890CE5" w:rsidRPr="00890CE5" w:rsidRDefault="00890CE5" w:rsidP="00890CE5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</w:t>
      </w:r>
      <w:proofErr w:type="gram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IT Probleme</w:t>
      </w:r>
      <w:proofErr w:type="gram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 lösen, technische Geräte warten und reparieren“</w:t>
      </w:r>
    </w:p>
    <w:p w14:paraId="12DB5E9F" w14:textId="77777777" w:rsidR="00890CE5" w:rsidRPr="00890CE5" w:rsidRDefault="00890CE5" w:rsidP="00890CE5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„Mit Smartboard beschäftigen, neue Lizenzen eingeben, kaum Einschulung“</w:t>
      </w:r>
    </w:p>
    <w:p w14:paraId="04C9A67F" w14:textId="77777777" w:rsidR="00890CE5" w:rsidRPr="00890CE5" w:rsidRDefault="00890CE5" w:rsidP="00890CE5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„Abwicklung der Schulbuchaktion“</w:t>
      </w:r>
    </w:p>
    <w:p w14:paraId="47051A79" w14:textId="77777777" w:rsidR="00890CE5" w:rsidRPr="00890CE5" w:rsidRDefault="00890CE5" w:rsidP="00890CE5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„Inventur von Lehrmitteln“</w:t>
      </w:r>
    </w:p>
    <w:p w14:paraId="29D5609C" w14:textId="77777777" w:rsidR="00890CE5" w:rsidRPr="00890CE5" w:rsidRDefault="00890CE5" w:rsidP="00890CE5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„Büromaterial bestellen“</w:t>
      </w:r>
    </w:p>
    <w:p w14:paraId="79E8138A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Zettelwirtschaft</w:t>
      </w:r>
    </w:p>
    <w:p w14:paraId="5742914A" w14:textId="77777777" w:rsidR="00890CE5" w:rsidRPr="00890CE5" w:rsidRDefault="00890CE5" w:rsidP="00890CE5">
      <w:pPr>
        <w:widowControl/>
        <w:numPr>
          <w:ilvl w:val="0"/>
          <w:numId w:val="10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„Formulare einsammeln und alphabetisch ordnen“</w:t>
      </w:r>
    </w:p>
    <w:p w14:paraId="2FCC9CF9" w14:textId="77777777" w:rsidR="00890CE5" w:rsidRPr="00890CE5" w:rsidRDefault="00890CE5" w:rsidP="00890CE5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„Projekte organisieren, 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hunderte Zettel verteilen/managen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“</w:t>
      </w:r>
    </w:p>
    <w:p w14:paraId="57AED52C" w14:textId="77777777" w:rsidR="00890CE5" w:rsidRPr="00890CE5" w:rsidRDefault="00890CE5" w:rsidP="00890CE5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„Einverständniserklärungen austeilen und einsammeln“</w:t>
      </w:r>
    </w:p>
    <w:p w14:paraId="6934D538" w14:textId="77777777" w:rsidR="00890CE5" w:rsidRPr="00890CE5" w:rsidRDefault="00890CE5" w:rsidP="00890CE5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„Datenschutzformulare (z.B. für Schulfotograf) austeilen und wieder einsammeln“</w:t>
      </w:r>
    </w:p>
    <w:p w14:paraId="2AE4B630" w14:textId="77777777" w:rsidR="00890CE5" w:rsidRPr="00890CE5" w:rsidRDefault="00890CE5" w:rsidP="00890CE5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„Unterschriften auf Formularen nachlaufen“</w:t>
      </w:r>
    </w:p>
    <w:p w14:paraId="232E180C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Ständige Änderungen</w:t>
      </w:r>
    </w:p>
    <w:p w14:paraId="3A5D3836" w14:textId="77777777" w:rsidR="00890CE5" w:rsidRPr="00890CE5" w:rsidRDefault="00890CE5" w:rsidP="00890CE5">
      <w:pPr>
        <w:widowControl/>
        <w:numPr>
          <w:ilvl w:val="0"/>
          <w:numId w:val="11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Ständige Konferenzen zu ständigen Neuerungen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“</w:t>
      </w:r>
    </w:p>
    <w:p w14:paraId="25423DC5" w14:textId="77777777" w:rsidR="00890CE5" w:rsidRPr="00890CE5" w:rsidRDefault="00890CE5" w:rsidP="00890CE5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„Vorgaben der Bildungsdirektion, die sich gefühlt wöchentlich ändern“</w:t>
      </w:r>
    </w:p>
    <w:p w14:paraId="79487359" w14:textId="77777777" w:rsidR="00890CE5" w:rsidRPr="00890CE5" w:rsidRDefault="00890CE5" w:rsidP="00890CE5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„Ministerium und Bildungsdirektion informieren fast zeitgleich über ähnliche Inhalte“</w:t>
      </w:r>
    </w:p>
    <w:p w14:paraId="6B7E13CB" w14:textId="77777777" w:rsidR="00890CE5" w:rsidRPr="00890CE5" w:rsidRDefault="00890CE5" w:rsidP="00890CE5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„Sinnlose Schulungen vom Ministerium, redundante PH-Fortbildungen“</w:t>
      </w:r>
    </w:p>
    <w:p w14:paraId="5ECA3354" w14:textId="77777777" w:rsidR="00890CE5" w:rsidRPr="00890CE5" w:rsidRDefault="00890CE5" w:rsidP="00890CE5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„Immer wieder Neuerungen - zu viele und lange schriftliche Informationen“</w:t>
      </w:r>
    </w:p>
    <w:p w14:paraId="0E1FFC9A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Komplizierte Strukturen</w:t>
      </w:r>
    </w:p>
    <w:p w14:paraId="7C2A66AD" w14:textId="77777777" w:rsidR="00890CE5" w:rsidRPr="00890CE5" w:rsidRDefault="00890CE5" w:rsidP="00890CE5">
      <w:pPr>
        <w:widowControl/>
        <w:numPr>
          <w:ilvl w:val="0"/>
          <w:numId w:val="12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„Bei Problemen 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Kampf gegen Windmühlen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 und Gewirr durch verschiedene Institutionen“</w:t>
      </w:r>
    </w:p>
    <w:p w14:paraId="01B1E6AC" w14:textId="77777777" w:rsidR="00890CE5" w:rsidRPr="00890CE5" w:rsidRDefault="00890CE5" w:rsidP="00890CE5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„Verfahren (</w:t>
      </w:r>
      <w:proofErr w:type="spell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zB</w:t>
      </w:r>
      <w:proofErr w:type="spell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 SPF) werden in den letzten Jahren immer komplizierter und aufwendiger“</w:t>
      </w:r>
    </w:p>
    <w:p w14:paraId="20EB16A6" w14:textId="77777777" w:rsidR="00890CE5" w:rsidRPr="00890CE5" w:rsidRDefault="00890CE5" w:rsidP="00890CE5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„Bürokratie und Zuständigkeiten im System Schule“</w:t>
      </w:r>
    </w:p>
    <w:p w14:paraId="75D0A0B1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Schlechte Verwaltungssoftware</w:t>
      </w:r>
    </w:p>
    <w:p w14:paraId="5FB19498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„Sokrates ist mühsam und zeitaufwendig“</w:t>
      </w:r>
    </w:p>
    <w:p w14:paraId="3A9E7372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„Zusammenspiel von </w:t>
      </w:r>
      <w:proofErr w:type="spell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Untis</w:t>
      </w:r>
      <w:proofErr w:type="spell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 und </w:t>
      </w:r>
      <w:proofErr w:type="spellStart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WebUntis</w:t>
      </w:r>
      <w:proofErr w:type="spellEnd"/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 xml:space="preserve"> wurde eher schlechter“</w:t>
      </w:r>
    </w:p>
    <w:p w14:paraId="6BBFA94A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Nicht ausgereifte Programme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 wie Sokrates - das viele Probleme verursacht“</w:t>
      </w:r>
    </w:p>
    <w:p w14:paraId="32CE63A9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„Händisch Zahlen melden, die aus dem e*SA-System automatisiert gezogen werden können“</w:t>
      </w:r>
    </w:p>
    <w:p w14:paraId="32D213E6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„Listen ausfüllen, wo die Daten aus Sokrates herausgelesen werden könnten“</w:t>
      </w:r>
    </w:p>
    <w:p w14:paraId="40523FA9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„Stammdatenblätter ausfüllen, obwohl alles in Sokrates ist“</w:t>
      </w:r>
    </w:p>
    <w:p w14:paraId="2E611FD2" w14:textId="77777777" w:rsidR="00890CE5" w:rsidRPr="00890CE5" w:rsidRDefault="00890CE5" w:rsidP="00890CE5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„Verwaltungssoftware, die nicht durchgängig funktioniert“</w:t>
      </w:r>
    </w:p>
    <w:p w14:paraId="5F0E8491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Papier statt digital</w:t>
      </w:r>
    </w:p>
    <w:p w14:paraId="4B00A13E" w14:textId="77777777" w:rsidR="00890CE5" w:rsidRPr="00890CE5" w:rsidRDefault="00890CE5" w:rsidP="00890CE5">
      <w:pPr>
        <w:widowControl/>
        <w:numPr>
          <w:ilvl w:val="0"/>
          <w:numId w:val="14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„Elektronisches Klassenbuch muss selbstverständlich werden“</w:t>
      </w:r>
    </w:p>
    <w:p w14:paraId="723696F2" w14:textId="77777777" w:rsidR="00890CE5" w:rsidRPr="00890CE5" w:rsidRDefault="00890CE5" w:rsidP="00890CE5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„Die finanzielle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 Abwicklung von Schulveranstaltungen ist prähistorisch</w:t>
      </w: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“</w:t>
      </w:r>
    </w:p>
    <w:p w14:paraId="3349B06F" w14:textId="77777777" w:rsidR="00890CE5" w:rsidRPr="00890CE5" w:rsidRDefault="00890CE5" w:rsidP="00890CE5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„Bestellungen sollten direkt durch die Eltern auf digitalem Weg erledigt werden können“</w:t>
      </w:r>
    </w:p>
    <w:p w14:paraId="2D02692B" w14:textId="77777777" w:rsidR="00890CE5" w:rsidRPr="00890CE5" w:rsidRDefault="00890CE5" w:rsidP="00890CE5">
      <w:pPr>
        <w:widowControl/>
        <w:autoSpaceDE/>
        <w:autoSpaceDN/>
        <w:spacing w:before="150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b/>
          <w:bCs/>
          <w:color w:val="172B4D"/>
          <w:sz w:val="21"/>
          <w:szCs w:val="21"/>
          <w:lang w:val="de-AT" w:eastAsia="de-DE"/>
        </w:rPr>
        <w:t>Und wofür das alles?</w:t>
      </w:r>
    </w:p>
    <w:p w14:paraId="50895E1A" w14:textId="77777777" w:rsidR="00890CE5" w:rsidRPr="00890CE5" w:rsidRDefault="00890CE5" w:rsidP="00890CE5">
      <w:pPr>
        <w:widowControl/>
        <w:numPr>
          <w:ilvl w:val="0"/>
          <w:numId w:val="15"/>
        </w:numPr>
        <w:autoSpaceDE/>
        <w:autoSpaceDN/>
        <w:spacing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„Führen von Listen, die abgelegt und nie mehr angesehen werden“</w:t>
      </w:r>
    </w:p>
    <w:p w14:paraId="40EBF039" w14:textId="77777777" w:rsidR="00890CE5" w:rsidRPr="00890CE5" w:rsidRDefault="00890CE5" w:rsidP="00890CE5">
      <w:pPr>
        <w:widowControl/>
        <w:numPr>
          <w:ilvl w:val="0"/>
          <w:numId w:val="1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„Listen, Berichte, Förderpläne, etc. die nach der Niederschrift niemand liest“</w:t>
      </w:r>
    </w:p>
    <w:p w14:paraId="366BA050" w14:textId="77777777" w:rsidR="00890CE5" w:rsidRPr="00890CE5" w:rsidRDefault="00890CE5" w:rsidP="00890CE5">
      <w:pPr>
        <w:widowControl/>
        <w:numPr>
          <w:ilvl w:val="0"/>
          <w:numId w:val="1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„Meldungen, Dokumentationen, Aufzeichnungen die keiner liest“</w:t>
      </w:r>
    </w:p>
    <w:p w14:paraId="59F1DC3A" w14:textId="77777777" w:rsidR="00890CE5" w:rsidRPr="00890CE5" w:rsidRDefault="00890CE5" w:rsidP="00890CE5">
      <w:pPr>
        <w:widowControl/>
        <w:numPr>
          <w:ilvl w:val="0"/>
          <w:numId w:val="1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  <w:t>„Büroarbeit, die nichts mit der Arbeit mit Kindern zu tun hat“</w:t>
      </w:r>
    </w:p>
    <w:p w14:paraId="0F6F505E" w14:textId="1412627C" w:rsidR="00890CE5" w:rsidRPr="00890CE5" w:rsidRDefault="00890CE5" w:rsidP="00890CE5">
      <w:pPr>
        <w:widowControl/>
        <w:numPr>
          <w:ilvl w:val="0"/>
          <w:numId w:val="15"/>
        </w:numPr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172B4D"/>
          <w:sz w:val="21"/>
          <w:szCs w:val="21"/>
          <w:lang w:val="de-AT" w:eastAsia="de-DE"/>
        </w:rPr>
      </w:pPr>
      <w:r w:rsidRPr="00890CE5">
        <w:rPr>
          <w:rFonts w:ascii="Segoe UI" w:eastAsia="Times New Roman" w:hAnsi="Segoe UI" w:cs="Segoe UI"/>
          <w:color w:val="172B4D"/>
          <w:sz w:val="21"/>
          <w:szCs w:val="21"/>
          <w:u w:val="single"/>
          <w:lang w:val="de-AT" w:eastAsia="de-DE"/>
        </w:rPr>
        <w:t>„So viel Papierkram, der den Schülern nichts bringt!“</w:t>
      </w:r>
    </w:p>
    <w:sectPr w:rsidR="00890CE5" w:rsidRPr="00890CE5" w:rsidSect="007635F3">
      <w:headerReference w:type="default" r:id="rId10"/>
      <w:footerReference w:type="default" r:id="rId11"/>
      <w:type w:val="continuous"/>
      <w:pgSz w:w="11910" w:h="16840"/>
      <w:pgMar w:top="1417" w:right="1417" w:bottom="1134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B127" w14:textId="77777777" w:rsidR="00A338F5" w:rsidRDefault="00A338F5" w:rsidP="00046508">
      <w:r>
        <w:separator/>
      </w:r>
    </w:p>
  </w:endnote>
  <w:endnote w:type="continuationSeparator" w:id="0">
    <w:p w14:paraId="279D6841" w14:textId="77777777" w:rsidR="00A338F5" w:rsidRDefault="00A338F5" w:rsidP="0004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7872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F9929D6" w14:textId="7840EA65" w:rsidR="005506CF" w:rsidRPr="005506CF" w:rsidRDefault="005506CF">
        <w:pPr>
          <w:pStyle w:val="Fuzeile"/>
          <w:jc w:val="right"/>
          <w:rPr>
            <w:sz w:val="16"/>
            <w:szCs w:val="16"/>
          </w:rPr>
        </w:pPr>
        <w:r w:rsidRPr="005506CF">
          <w:rPr>
            <w:sz w:val="16"/>
            <w:szCs w:val="16"/>
          </w:rPr>
          <w:fldChar w:fldCharType="begin"/>
        </w:r>
        <w:r w:rsidRPr="005506CF">
          <w:rPr>
            <w:sz w:val="16"/>
            <w:szCs w:val="16"/>
          </w:rPr>
          <w:instrText>PAGE   \* MERGEFORMAT</w:instrText>
        </w:r>
        <w:r w:rsidRPr="005506CF">
          <w:rPr>
            <w:sz w:val="16"/>
            <w:szCs w:val="16"/>
          </w:rPr>
          <w:fldChar w:fldCharType="separate"/>
        </w:r>
        <w:r w:rsidRPr="005506CF">
          <w:rPr>
            <w:sz w:val="16"/>
            <w:szCs w:val="16"/>
          </w:rPr>
          <w:t>2</w:t>
        </w:r>
        <w:r w:rsidRPr="005506CF">
          <w:rPr>
            <w:sz w:val="16"/>
            <w:szCs w:val="16"/>
          </w:rPr>
          <w:fldChar w:fldCharType="end"/>
        </w:r>
      </w:p>
    </w:sdtContent>
  </w:sdt>
  <w:p w14:paraId="59FC8529" w14:textId="563237F2" w:rsidR="00046508" w:rsidRDefault="00046508" w:rsidP="00046508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6722" w14:textId="77777777" w:rsidR="00A338F5" w:rsidRDefault="00A338F5" w:rsidP="00046508">
      <w:r>
        <w:separator/>
      </w:r>
    </w:p>
  </w:footnote>
  <w:footnote w:type="continuationSeparator" w:id="0">
    <w:p w14:paraId="33C8F6AB" w14:textId="77777777" w:rsidR="00A338F5" w:rsidRDefault="00A338F5" w:rsidP="00046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6085" w14:textId="77777777" w:rsidR="00046508" w:rsidRDefault="00046508" w:rsidP="0044155B">
    <w:pPr>
      <w:pStyle w:val="Textkrper"/>
      <w:spacing w:before="4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A75AFB" wp14:editId="425A12D8">
              <wp:simplePos x="0" y="0"/>
              <wp:positionH relativeFrom="page">
                <wp:posOffset>4895850</wp:posOffset>
              </wp:positionH>
              <wp:positionV relativeFrom="paragraph">
                <wp:posOffset>52070</wp:posOffset>
              </wp:positionV>
              <wp:extent cx="357505" cy="413385"/>
              <wp:effectExtent l="0" t="0" r="0" b="5715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57505" cy="413385"/>
                      </a:xfrm>
                      <a:custGeom>
                        <a:avLst/>
                        <a:gdLst>
                          <a:gd name="T0" fmla="+- 0 8272 7710"/>
                          <a:gd name="T1" fmla="*/ T0 w 563"/>
                          <a:gd name="T2" fmla="+- 0 82 82"/>
                          <a:gd name="T3" fmla="*/ 82 h 651"/>
                          <a:gd name="T4" fmla="+- 0 8124 7710"/>
                          <a:gd name="T5" fmla="*/ T4 w 563"/>
                          <a:gd name="T6" fmla="+- 0 82 82"/>
                          <a:gd name="T7" fmla="*/ 82 h 651"/>
                          <a:gd name="T8" fmla="+- 0 8124 7710"/>
                          <a:gd name="T9" fmla="*/ T8 w 563"/>
                          <a:gd name="T10" fmla="+- 0 471 82"/>
                          <a:gd name="T11" fmla="*/ 471 h 651"/>
                          <a:gd name="T12" fmla="+- 0 7858 7710"/>
                          <a:gd name="T13" fmla="*/ T12 w 563"/>
                          <a:gd name="T14" fmla="+- 0 82 82"/>
                          <a:gd name="T15" fmla="*/ 82 h 651"/>
                          <a:gd name="T16" fmla="+- 0 7710 7710"/>
                          <a:gd name="T17" fmla="*/ T16 w 563"/>
                          <a:gd name="T18" fmla="+- 0 82 82"/>
                          <a:gd name="T19" fmla="*/ 82 h 651"/>
                          <a:gd name="T20" fmla="+- 0 7710 7710"/>
                          <a:gd name="T21" fmla="*/ T20 w 563"/>
                          <a:gd name="T22" fmla="+- 0 733 82"/>
                          <a:gd name="T23" fmla="*/ 733 h 651"/>
                          <a:gd name="T24" fmla="+- 0 7858 7710"/>
                          <a:gd name="T25" fmla="*/ T24 w 563"/>
                          <a:gd name="T26" fmla="+- 0 733 82"/>
                          <a:gd name="T27" fmla="*/ 733 h 651"/>
                          <a:gd name="T28" fmla="+- 0 7858 7710"/>
                          <a:gd name="T29" fmla="*/ T28 w 563"/>
                          <a:gd name="T30" fmla="+- 0 344 82"/>
                          <a:gd name="T31" fmla="*/ 344 h 651"/>
                          <a:gd name="T32" fmla="+- 0 8124 7710"/>
                          <a:gd name="T33" fmla="*/ T32 w 563"/>
                          <a:gd name="T34" fmla="+- 0 733 82"/>
                          <a:gd name="T35" fmla="*/ 733 h 651"/>
                          <a:gd name="T36" fmla="+- 0 8272 7710"/>
                          <a:gd name="T37" fmla="*/ T36 w 563"/>
                          <a:gd name="T38" fmla="+- 0 733 82"/>
                          <a:gd name="T39" fmla="*/ 733 h 651"/>
                          <a:gd name="T40" fmla="+- 0 8272 7710"/>
                          <a:gd name="T41" fmla="*/ T40 w 563"/>
                          <a:gd name="T42" fmla="+- 0 82 82"/>
                          <a:gd name="T43" fmla="*/ 82 h 65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563" h="651">
                            <a:moveTo>
                              <a:pt x="562" y="0"/>
                            </a:moveTo>
                            <a:lnTo>
                              <a:pt x="414" y="0"/>
                            </a:lnTo>
                            <a:lnTo>
                              <a:pt x="414" y="389"/>
                            </a:lnTo>
                            <a:lnTo>
                              <a:pt x="148" y="0"/>
                            </a:lnTo>
                            <a:lnTo>
                              <a:pt x="0" y="0"/>
                            </a:lnTo>
                            <a:lnTo>
                              <a:pt x="0" y="651"/>
                            </a:lnTo>
                            <a:lnTo>
                              <a:pt x="148" y="651"/>
                            </a:lnTo>
                            <a:lnTo>
                              <a:pt x="148" y="262"/>
                            </a:lnTo>
                            <a:lnTo>
                              <a:pt x="414" y="651"/>
                            </a:lnTo>
                            <a:lnTo>
                              <a:pt x="562" y="651"/>
                            </a:lnTo>
                            <a:lnTo>
                              <a:pt x="562" y="0"/>
                            </a:lnTo>
                            <a:close/>
                          </a:path>
                        </a:pathLst>
                      </a:custGeom>
                      <a:solidFill>
                        <a:srgbClr val="CB17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EAA5BB" id="docshape1" o:spid="_x0000_s1026" style="position:absolute;margin-left:385.5pt;margin-top:4.1pt;width:28.15pt;height:32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3,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" path="m562,l414,r,389l148,,,,,651r148,l148,262,414,651r148,l562,xe" fillcolor="#cb1767" stroked="f">
              <v:path arrowok="t" o:connecttype="custom" o:connectlocs="356870,52070;262890,52070;262890,299085;93980,52070;0,52070;0,465455;93980,465455;93980,218440;262890,465455;356870,465455;356870,52070" o:connectangles="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91C323" wp14:editId="36F7C0F3">
              <wp:simplePos x="0" y="0"/>
              <wp:positionH relativeFrom="page">
                <wp:posOffset>5304790</wp:posOffset>
              </wp:positionH>
              <wp:positionV relativeFrom="paragraph">
                <wp:posOffset>42545</wp:posOffset>
              </wp:positionV>
              <wp:extent cx="1066165" cy="432435"/>
              <wp:effectExtent l="0" t="0" r="635" b="0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66165" cy="432435"/>
                      </a:xfrm>
                      <a:custGeom>
                        <a:avLst/>
                        <a:gdLst>
                          <a:gd name="T0" fmla="+- 0 8354 8354"/>
                          <a:gd name="T1" fmla="*/ T0 w 1679"/>
                          <a:gd name="T2" fmla="+- 0 231 67"/>
                          <a:gd name="T3" fmla="*/ 231 h 681"/>
                          <a:gd name="T4" fmla="+- 0 8354 8354"/>
                          <a:gd name="T5" fmla="*/ T4 w 1679"/>
                          <a:gd name="T6" fmla="+- 0 585 67"/>
                          <a:gd name="T7" fmla="*/ 585 h 681"/>
                          <a:gd name="T8" fmla="+- 0 8812 8354"/>
                          <a:gd name="T9" fmla="*/ T8 w 1679"/>
                          <a:gd name="T10" fmla="+- 0 585 67"/>
                          <a:gd name="T11" fmla="*/ 585 h 681"/>
                          <a:gd name="T12" fmla="+- 0 8768 8354"/>
                          <a:gd name="T13" fmla="*/ T12 w 1679"/>
                          <a:gd name="T14" fmla="+- 0 481 67"/>
                          <a:gd name="T15" fmla="*/ 481 h 681"/>
                          <a:gd name="T16" fmla="+- 0 8501 8354"/>
                          <a:gd name="T17" fmla="*/ T16 w 1679"/>
                          <a:gd name="T18" fmla="+- 0 231 67"/>
                          <a:gd name="T19" fmla="*/ 231 h 681"/>
                          <a:gd name="T20" fmla="+- 0 9525 8354"/>
                          <a:gd name="T21" fmla="*/ T20 w 1679"/>
                          <a:gd name="T22" fmla="+- 0 407 67"/>
                          <a:gd name="T23" fmla="*/ 407 h 681"/>
                          <a:gd name="T24" fmla="+- 0 9463 8354"/>
                          <a:gd name="T25" fmla="*/ T24 w 1679"/>
                          <a:gd name="T26" fmla="+- 0 215 67"/>
                          <a:gd name="T27" fmla="*/ 215 h 681"/>
                          <a:gd name="T28" fmla="+- 0 9377 8354"/>
                          <a:gd name="T29" fmla="*/ T28 w 1679"/>
                          <a:gd name="T30" fmla="+- 0 129 67"/>
                          <a:gd name="T31" fmla="*/ 129 h 681"/>
                          <a:gd name="T32" fmla="+- 0 9320 8354"/>
                          <a:gd name="T33" fmla="*/ T32 w 1679"/>
                          <a:gd name="T34" fmla="+- 0 543 67"/>
                          <a:gd name="T35" fmla="*/ 543 h 681"/>
                          <a:gd name="T36" fmla="+- 0 9157 8354"/>
                          <a:gd name="T37" fmla="*/ T36 w 1679"/>
                          <a:gd name="T38" fmla="+- 0 597 67"/>
                          <a:gd name="T39" fmla="*/ 597 h 681"/>
                          <a:gd name="T40" fmla="+- 0 9107 8354"/>
                          <a:gd name="T41" fmla="*/ T40 w 1679"/>
                          <a:gd name="T42" fmla="+- 0 583 67"/>
                          <a:gd name="T43" fmla="*/ 583 h 681"/>
                          <a:gd name="T44" fmla="+- 0 9021 8354"/>
                          <a:gd name="T45" fmla="*/ T44 w 1679"/>
                          <a:gd name="T46" fmla="+- 0 508 67"/>
                          <a:gd name="T47" fmla="*/ 508 h 681"/>
                          <a:gd name="T48" fmla="+- 0 8994 8354"/>
                          <a:gd name="T49" fmla="*/ T48 w 1679"/>
                          <a:gd name="T50" fmla="+- 0 435 67"/>
                          <a:gd name="T51" fmla="*/ 435 h 681"/>
                          <a:gd name="T52" fmla="+- 0 9048 8354"/>
                          <a:gd name="T53" fmla="*/ T52 w 1679"/>
                          <a:gd name="T54" fmla="+- 0 271 67"/>
                          <a:gd name="T55" fmla="*/ 271 h 681"/>
                          <a:gd name="T56" fmla="+- 0 9259 8354"/>
                          <a:gd name="T57" fmla="*/ T56 w 1679"/>
                          <a:gd name="T58" fmla="+- 0 230 67"/>
                          <a:gd name="T59" fmla="*/ 230 h 681"/>
                          <a:gd name="T60" fmla="+- 0 9377 8354"/>
                          <a:gd name="T61" fmla="*/ T60 w 1679"/>
                          <a:gd name="T62" fmla="+- 0 407 67"/>
                          <a:gd name="T63" fmla="*/ 407 h 681"/>
                          <a:gd name="T64" fmla="+- 0 9263 8354"/>
                          <a:gd name="T65" fmla="*/ T64 w 1679"/>
                          <a:gd name="T66" fmla="+- 0 76 67"/>
                          <a:gd name="T67" fmla="*/ 76 h 681"/>
                          <a:gd name="T68" fmla="+- 0 9035 8354"/>
                          <a:gd name="T69" fmla="*/ T68 w 1679"/>
                          <a:gd name="T70" fmla="+- 0 102 67"/>
                          <a:gd name="T71" fmla="*/ 102 h 681"/>
                          <a:gd name="T72" fmla="+- 0 8879 8354"/>
                          <a:gd name="T73" fmla="*/ T72 w 1679"/>
                          <a:gd name="T74" fmla="+- 0 258 67"/>
                          <a:gd name="T75" fmla="*/ 258 h 681"/>
                          <a:gd name="T76" fmla="+- 0 8854 8354"/>
                          <a:gd name="T77" fmla="*/ T76 w 1679"/>
                          <a:gd name="T78" fmla="+- 0 485 67"/>
                          <a:gd name="T79" fmla="*/ 485 h 681"/>
                          <a:gd name="T80" fmla="+- 0 8972 8354"/>
                          <a:gd name="T81" fmla="*/ T80 w 1679"/>
                          <a:gd name="T82" fmla="+- 0 673 67"/>
                          <a:gd name="T83" fmla="*/ 673 h 681"/>
                          <a:gd name="T84" fmla="+- 0 9185 8354"/>
                          <a:gd name="T85" fmla="*/ T84 w 1679"/>
                          <a:gd name="T86" fmla="+- 0 747 67"/>
                          <a:gd name="T87" fmla="*/ 747 h 681"/>
                          <a:gd name="T88" fmla="+- 0 9397 8354"/>
                          <a:gd name="T89" fmla="*/ T88 w 1679"/>
                          <a:gd name="T90" fmla="+- 0 673 67"/>
                          <a:gd name="T91" fmla="*/ 673 h 681"/>
                          <a:gd name="T92" fmla="+- 0 9490 8354"/>
                          <a:gd name="T93" fmla="*/ T92 w 1679"/>
                          <a:gd name="T94" fmla="+- 0 557 67"/>
                          <a:gd name="T95" fmla="*/ 557 h 681"/>
                          <a:gd name="T96" fmla="+- 0 10033 8354"/>
                          <a:gd name="T97" fmla="*/ T96 w 1679"/>
                          <a:gd name="T98" fmla="+- 0 516 67"/>
                          <a:gd name="T99" fmla="*/ 516 h 681"/>
                          <a:gd name="T100" fmla="+- 0 9984 8354"/>
                          <a:gd name="T101" fmla="*/ T100 w 1679"/>
                          <a:gd name="T102" fmla="+- 0 408 67"/>
                          <a:gd name="T103" fmla="*/ 408 h 681"/>
                          <a:gd name="T104" fmla="+- 0 9871 8354"/>
                          <a:gd name="T105" fmla="*/ T104 w 1679"/>
                          <a:gd name="T106" fmla="+- 0 340 67"/>
                          <a:gd name="T107" fmla="*/ 340 h 681"/>
                          <a:gd name="T108" fmla="+- 0 9763 8354"/>
                          <a:gd name="T109" fmla="*/ T108 w 1679"/>
                          <a:gd name="T110" fmla="+- 0 309 67"/>
                          <a:gd name="T111" fmla="*/ 309 h 681"/>
                          <a:gd name="T112" fmla="+- 0 9708 8354"/>
                          <a:gd name="T113" fmla="*/ T112 w 1679"/>
                          <a:gd name="T114" fmla="+- 0 281 67"/>
                          <a:gd name="T115" fmla="*/ 281 h 681"/>
                          <a:gd name="T116" fmla="+- 0 9725 8354"/>
                          <a:gd name="T117" fmla="*/ T116 w 1679"/>
                          <a:gd name="T118" fmla="+- 0 229 67"/>
                          <a:gd name="T119" fmla="*/ 229 h 681"/>
                          <a:gd name="T120" fmla="+- 0 9813 8354"/>
                          <a:gd name="T121" fmla="*/ T120 w 1679"/>
                          <a:gd name="T122" fmla="+- 0 214 67"/>
                          <a:gd name="T123" fmla="*/ 214 h 681"/>
                          <a:gd name="T124" fmla="+- 0 9921 8354"/>
                          <a:gd name="T125" fmla="*/ T124 w 1679"/>
                          <a:gd name="T126" fmla="+- 0 252 67"/>
                          <a:gd name="T127" fmla="*/ 252 h 681"/>
                          <a:gd name="T128" fmla="+- 0 9895 8354"/>
                          <a:gd name="T129" fmla="*/ T128 w 1679"/>
                          <a:gd name="T130" fmla="+- 0 81 67"/>
                          <a:gd name="T131" fmla="*/ 81 h 681"/>
                          <a:gd name="T132" fmla="+- 0 9697 8354"/>
                          <a:gd name="T133" fmla="*/ T132 w 1679"/>
                          <a:gd name="T134" fmla="+- 0 83 67"/>
                          <a:gd name="T135" fmla="*/ 83 h 681"/>
                          <a:gd name="T136" fmla="+- 0 9569 8354"/>
                          <a:gd name="T137" fmla="*/ T136 w 1679"/>
                          <a:gd name="T138" fmla="+- 0 218 67"/>
                          <a:gd name="T139" fmla="*/ 218 h 681"/>
                          <a:gd name="T140" fmla="+- 0 9581 8354"/>
                          <a:gd name="T141" fmla="*/ T140 w 1679"/>
                          <a:gd name="T142" fmla="+- 0 346 67"/>
                          <a:gd name="T143" fmla="*/ 346 h 681"/>
                          <a:gd name="T144" fmla="+- 0 9670 8354"/>
                          <a:gd name="T145" fmla="*/ T144 w 1679"/>
                          <a:gd name="T146" fmla="+- 0 427 67"/>
                          <a:gd name="T147" fmla="*/ 427 h 681"/>
                          <a:gd name="T148" fmla="+- 0 9757 8354"/>
                          <a:gd name="T149" fmla="*/ T148 w 1679"/>
                          <a:gd name="T150" fmla="+- 0 459 67"/>
                          <a:gd name="T151" fmla="*/ 459 h 681"/>
                          <a:gd name="T152" fmla="+- 0 9845 8354"/>
                          <a:gd name="T153" fmla="*/ T152 w 1679"/>
                          <a:gd name="T154" fmla="+- 0 487 67"/>
                          <a:gd name="T155" fmla="*/ 487 h 681"/>
                          <a:gd name="T156" fmla="+- 0 9867 8354"/>
                          <a:gd name="T157" fmla="*/ T156 w 1679"/>
                          <a:gd name="T158" fmla="+- 0 574 67"/>
                          <a:gd name="T159" fmla="*/ 574 h 681"/>
                          <a:gd name="T160" fmla="+- 0 9821 8354"/>
                          <a:gd name="T161" fmla="*/ T160 w 1679"/>
                          <a:gd name="T162" fmla="+- 0 599 67"/>
                          <a:gd name="T163" fmla="*/ 599 h 681"/>
                          <a:gd name="T164" fmla="+- 0 9735 8354"/>
                          <a:gd name="T165" fmla="*/ T164 w 1679"/>
                          <a:gd name="T166" fmla="+- 0 592 67"/>
                          <a:gd name="T167" fmla="*/ 592 h 681"/>
                          <a:gd name="T168" fmla="+- 0 9529 8354"/>
                          <a:gd name="T169" fmla="*/ T168 w 1679"/>
                          <a:gd name="T170" fmla="+- 0 631 67"/>
                          <a:gd name="T171" fmla="*/ 631 h 681"/>
                          <a:gd name="T172" fmla="+- 0 9708 8354"/>
                          <a:gd name="T173" fmla="*/ T172 w 1679"/>
                          <a:gd name="T174" fmla="+- 0 735 67"/>
                          <a:gd name="T175" fmla="*/ 735 h 681"/>
                          <a:gd name="T176" fmla="+- 0 9813 8354"/>
                          <a:gd name="T177" fmla="*/ T176 w 1679"/>
                          <a:gd name="T178" fmla="+- 0 747 67"/>
                          <a:gd name="T179" fmla="*/ 747 h 681"/>
                          <a:gd name="T180" fmla="+- 0 9937 8354"/>
                          <a:gd name="T181" fmla="*/ T180 w 1679"/>
                          <a:gd name="T182" fmla="+- 0 703 67"/>
                          <a:gd name="T183" fmla="*/ 703 h 681"/>
                          <a:gd name="T184" fmla="+- 0 10020 8354"/>
                          <a:gd name="T185" fmla="*/ T184 w 1679"/>
                          <a:gd name="T186" fmla="+- 0 601 67"/>
                          <a:gd name="T187" fmla="*/ 601 h 68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</a:cxnLst>
                        <a:rect l="0" t="0" r="r" b="b"/>
                        <a:pathLst>
                          <a:path w="1679" h="681">
                            <a:moveTo>
                              <a:pt x="458" y="16"/>
                            </a:moveTo>
                            <a:lnTo>
                              <a:pt x="0" y="16"/>
                            </a:lnTo>
                            <a:lnTo>
                              <a:pt x="0" y="164"/>
                            </a:lnTo>
                            <a:lnTo>
                              <a:pt x="0" y="266"/>
                            </a:lnTo>
                            <a:lnTo>
                              <a:pt x="0" y="414"/>
                            </a:lnTo>
                            <a:lnTo>
                              <a:pt x="0" y="518"/>
                            </a:lnTo>
                            <a:lnTo>
                              <a:pt x="0" y="666"/>
                            </a:lnTo>
                            <a:lnTo>
                              <a:pt x="458" y="666"/>
                            </a:lnTo>
                            <a:lnTo>
                              <a:pt x="458" y="518"/>
                            </a:lnTo>
                            <a:lnTo>
                              <a:pt x="147" y="518"/>
                            </a:lnTo>
                            <a:lnTo>
                              <a:pt x="147" y="414"/>
                            </a:lnTo>
                            <a:lnTo>
                              <a:pt x="414" y="414"/>
                            </a:lnTo>
                            <a:lnTo>
                              <a:pt x="414" y="266"/>
                            </a:lnTo>
                            <a:lnTo>
                              <a:pt x="147" y="266"/>
                            </a:lnTo>
                            <a:lnTo>
                              <a:pt x="147" y="164"/>
                            </a:lnTo>
                            <a:lnTo>
                              <a:pt x="458" y="164"/>
                            </a:lnTo>
                            <a:lnTo>
                              <a:pt x="458" y="16"/>
                            </a:lnTo>
                            <a:close/>
                            <a:moveTo>
                              <a:pt x="1171" y="340"/>
                            </a:moveTo>
                            <a:lnTo>
                              <a:pt x="1162" y="262"/>
                            </a:lnTo>
                            <a:lnTo>
                              <a:pt x="1136" y="191"/>
                            </a:lnTo>
                            <a:lnTo>
                              <a:pt x="1109" y="148"/>
                            </a:lnTo>
                            <a:lnTo>
                              <a:pt x="1096" y="128"/>
                            </a:lnTo>
                            <a:lnTo>
                              <a:pt x="1043" y="75"/>
                            </a:lnTo>
                            <a:lnTo>
                              <a:pt x="1023" y="62"/>
                            </a:lnTo>
                            <a:lnTo>
                              <a:pt x="1023" y="340"/>
                            </a:lnTo>
                            <a:lnTo>
                              <a:pt x="1007" y="415"/>
                            </a:lnTo>
                            <a:lnTo>
                              <a:pt x="966" y="476"/>
                            </a:lnTo>
                            <a:lnTo>
                              <a:pt x="905" y="517"/>
                            </a:lnTo>
                            <a:lnTo>
                              <a:pt x="830" y="532"/>
                            </a:lnTo>
                            <a:lnTo>
                              <a:pt x="803" y="530"/>
                            </a:lnTo>
                            <a:lnTo>
                              <a:pt x="777" y="525"/>
                            </a:lnTo>
                            <a:lnTo>
                              <a:pt x="762" y="519"/>
                            </a:lnTo>
                            <a:lnTo>
                              <a:pt x="753" y="516"/>
                            </a:lnTo>
                            <a:lnTo>
                              <a:pt x="730" y="504"/>
                            </a:lnTo>
                            <a:lnTo>
                              <a:pt x="652" y="519"/>
                            </a:lnTo>
                            <a:lnTo>
                              <a:pt x="667" y="441"/>
                            </a:lnTo>
                            <a:lnTo>
                              <a:pt x="655" y="418"/>
                            </a:lnTo>
                            <a:lnTo>
                              <a:pt x="646" y="394"/>
                            </a:lnTo>
                            <a:lnTo>
                              <a:pt x="640" y="368"/>
                            </a:lnTo>
                            <a:lnTo>
                              <a:pt x="638" y="340"/>
                            </a:lnTo>
                            <a:lnTo>
                              <a:pt x="653" y="265"/>
                            </a:lnTo>
                            <a:lnTo>
                              <a:pt x="694" y="204"/>
                            </a:lnTo>
                            <a:lnTo>
                              <a:pt x="756" y="163"/>
                            </a:lnTo>
                            <a:lnTo>
                              <a:pt x="830" y="148"/>
                            </a:lnTo>
                            <a:lnTo>
                              <a:pt x="905" y="163"/>
                            </a:lnTo>
                            <a:lnTo>
                              <a:pt x="966" y="204"/>
                            </a:lnTo>
                            <a:lnTo>
                              <a:pt x="1007" y="265"/>
                            </a:lnTo>
                            <a:lnTo>
                              <a:pt x="1023" y="340"/>
                            </a:lnTo>
                            <a:lnTo>
                              <a:pt x="1023" y="62"/>
                            </a:lnTo>
                            <a:lnTo>
                              <a:pt x="980" y="35"/>
                            </a:lnTo>
                            <a:lnTo>
                              <a:pt x="909" y="9"/>
                            </a:lnTo>
                            <a:lnTo>
                              <a:pt x="831" y="0"/>
                            </a:lnTo>
                            <a:lnTo>
                              <a:pt x="753" y="9"/>
                            </a:lnTo>
                            <a:lnTo>
                              <a:pt x="681" y="35"/>
                            </a:lnTo>
                            <a:lnTo>
                              <a:pt x="618" y="75"/>
                            </a:lnTo>
                            <a:lnTo>
                              <a:pt x="565" y="128"/>
                            </a:lnTo>
                            <a:lnTo>
                              <a:pt x="525" y="191"/>
                            </a:lnTo>
                            <a:lnTo>
                              <a:pt x="500" y="262"/>
                            </a:lnTo>
                            <a:lnTo>
                              <a:pt x="491" y="340"/>
                            </a:lnTo>
                            <a:lnTo>
                              <a:pt x="500" y="418"/>
                            </a:lnTo>
                            <a:lnTo>
                              <a:pt x="525" y="490"/>
                            </a:lnTo>
                            <a:lnTo>
                              <a:pt x="565" y="553"/>
                            </a:lnTo>
                            <a:lnTo>
                              <a:pt x="618" y="606"/>
                            </a:lnTo>
                            <a:lnTo>
                              <a:pt x="681" y="646"/>
                            </a:lnTo>
                            <a:lnTo>
                              <a:pt x="753" y="671"/>
                            </a:lnTo>
                            <a:lnTo>
                              <a:pt x="831" y="680"/>
                            </a:lnTo>
                            <a:lnTo>
                              <a:pt x="909" y="671"/>
                            </a:lnTo>
                            <a:lnTo>
                              <a:pt x="980" y="646"/>
                            </a:lnTo>
                            <a:lnTo>
                              <a:pt x="1043" y="606"/>
                            </a:lnTo>
                            <a:lnTo>
                              <a:pt x="1096" y="553"/>
                            </a:lnTo>
                            <a:lnTo>
                              <a:pt x="1109" y="532"/>
                            </a:lnTo>
                            <a:lnTo>
                              <a:pt x="1136" y="490"/>
                            </a:lnTo>
                            <a:lnTo>
                              <a:pt x="1162" y="418"/>
                            </a:lnTo>
                            <a:lnTo>
                              <a:pt x="1171" y="340"/>
                            </a:lnTo>
                            <a:close/>
                            <a:moveTo>
                              <a:pt x="1679" y="449"/>
                            </a:moveTo>
                            <a:lnTo>
                              <a:pt x="1673" y="416"/>
                            </a:lnTo>
                            <a:lnTo>
                              <a:pt x="1658" y="379"/>
                            </a:lnTo>
                            <a:lnTo>
                              <a:pt x="1630" y="341"/>
                            </a:lnTo>
                            <a:lnTo>
                              <a:pt x="1585" y="305"/>
                            </a:lnTo>
                            <a:lnTo>
                              <a:pt x="1551" y="287"/>
                            </a:lnTo>
                            <a:lnTo>
                              <a:pt x="1517" y="273"/>
                            </a:lnTo>
                            <a:lnTo>
                              <a:pt x="1483" y="262"/>
                            </a:lnTo>
                            <a:lnTo>
                              <a:pt x="1431" y="248"/>
                            </a:lnTo>
                            <a:lnTo>
                              <a:pt x="1409" y="242"/>
                            </a:lnTo>
                            <a:lnTo>
                              <a:pt x="1388" y="233"/>
                            </a:lnTo>
                            <a:lnTo>
                              <a:pt x="1369" y="224"/>
                            </a:lnTo>
                            <a:lnTo>
                              <a:pt x="1354" y="214"/>
                            </a:lnTo>
                            <a:lnTo>
                              <a:pt x="1354" y="195"/>
                            </a:lnTo>
                            <a:lnTo>
                              <a:pt x="1357" y="177"/>
                            </a:lnTo>
                            <a:lnTo>
                              <a:pt x="1371" y="162"/>
                            </a:lnTo>
                            <a:lnTo>
                              <a:pt x="1393" y="152"/>
                            </a:lnTo>
                            <a:lnTo>
                              <a:pt x="1421" y="146"/>
                            </a:lnTo>
                            <a:lnTo>
                              <a:pt x="1459" y="147"/>
                            </a:lnTo>
                            <a:lnTo>
                              <a:pt x="1497" y="154"/>
                            </a:lnTo>
                            <a:lnTo>
                              <a:pt x="1533" y="167"/>
                            </a:lnTo>
                            <a:lnTo>
                              <a:pt x="1567" y="185"/>
                            </a:lnTo>
                            <a:lnTo>
                              <a:pt x="1661" y="73"/>
                            </a:lnTo>
                            <a:lnTo>
                              <a:pt x="1605" y="38"/>
                            </a:lnTo>
                            <a:lnTo>
                              <a:pt x="1541" y="14"/>
                            </a:lnTo>
                            <a:lnTo>
                              <a:pt x="1475" y="2"/>
                            </a:lnTo>
                            <a:lnTo>
                              <a:pt x="1411" y="1"/>
                            </a:lnTo>
                            <a:lnTo>
                              <a:pt x="1343" y="16"/>
                            </a:lnTo>
                            <a:lnTo>
                              <a:pt x="1286" y="48"/>
                            </a:lnTo>
                            <a:lnTo>
                              <a:pt x="1242" y="95"/>
                            </a:lnTo>
                            <a:lnTo>
                              <a:pt x="1215" y="151"/>
                            </a:lnTo>
                            <a:lnTo>
                              <a:pt x="1208" y="214"/>
                            </a:lnTo>
                            <a:lnTo>
                              <a:pt x="1213" y="245"/>
                            </a:lnTo>
                            <a:lnTo>
                              <a:pt x="1227" y="279"/>
                            </a:lnTo>
                            <a:lnTo>
                              <a:pt x="1252" y="314"/>
                            </a:lnTo>
                            <a:lnTo>
                              <a:pt x="1291" y="346"/>
                            </a:lnTo>
                            <a:lnTo>
                              <a:pt x="1316" y="360"/>
                            </a:lnTo>
                            <a:lnTo>
                              <a:pt x="1342" y="372"/>
                            </a:lnTo>
                            <a:lnTo>
                              <a:pt x="1368" y="381"/>
                            </a:lnTo>
                            <a:lnTo>
                              <a:pt x="1403" y="392"/>
                            </a:lnTo>
                            <a:lnTo>
                              <a:pt x="1413" y="394"/>
                            </a:lnTo>
                            <a:lnTo>
                              <a:pt x="1423" y="396"/>
                            </a:lnTo>
                            <a:lnTo>
                              <a:pt x="1491" y="420"/>
                            </a:lnTo>
                            <a:lnTo>
                              <a:pt x="1522" y="451"/>
                            </a:lnTo>
                            <a:lnTo>
                              <a:pt x="1527" y="482"/>
                            </a:lnTo>
                            <a:lnTo>
                              <a:pt x="1513" y="507"/>
                            </a:lnTo>
                            <a:lnTo>
                              <a:pt x="1500" y="518"/>
                            </a:lnTo>
                            <a:lnTo>
                              <a:pt x="1484" y="526"/>
                            </a:lnTo>
                            <a:lnTo>
                              <a:pt x="1467" y="532"/>
                            </a:lnTo>
                            <a:lnTo>
                              <a:pt x="1448" y="534"/>
                            </a:lnTo>
                            <a:lnTo>
                              <a:pt x="1421" y="534"/>
                            </a:lnTo>
                            <a:lnTo>
                              <a:pt x="1381" y="525"/>
                            </a:lnTo>
                            <a:lnTo>
                              <a:pt x="1332" y="501"/>
                            </a:lnTo>
                            <a:lnTo>
                              <a:pt x="1278" y="452"/>
                            </a:lnTo>
                            <a:lnTo>
                              <a:pt x="1175" y="564"/>
                            </a:lnTo>
                            <a:lnTo>
                              <a:pt x="1220" y="601"/>
                            </a:lnTo>
                            <a:lnTo>
                              <a:pt x="1281" y="639"/>
                            </a:lnTo>
                            <a:lnTo>
                              <a:pt x="1354" y="668"/>
                            </a:lnTo>
                            <a:lnTo>
                              <a:pt x="1438" y="680"/>
                            </a:lnTo>
                            <a:lnTo>
                              <a:pt x="1452" y="680"/>
                            </a:lnTo>
                            <a:lnTo>
                              <a:pt x="1459" y="680"/>
                            </a:lnTo>
                            <a:lnTo>
                              <a:pt x="1503" y="673"/>
                            </a:lnTo>
                            <a:lnTo>
                              <a:pt x="1545" y="658"/>
                            </a:lnTo>
                            <a:lnTo>
                              <a:pt x="1583" y="636"/>
                            </a:lnTo>
                            <a:lnTo>
                              <a:pt x="1617" y="608"/>
                            </a:lnTo>
                            <a:lnTo>
                              <a:pt x="1646" y="573"/>
                            </a:lnTo>
                            <a:lnTo>
                              <a:pt x="1666" y="534"/>
                            </a:lnTo>
                            <a:lnTo>
                              <a:pt x="1677" y="492"/>
                            </a:lnTo>
                            <a:lnTo>
                              <a:pt x="1679" y="449"/>
                            </a:lnTo>
                            <a:close/>
                          </a:path>
                        </a:pathLst>
                      </a:custGeom>
                      <a:solidFill>
                        <a:srgbClr val="CB17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C19529" id="docshape2" o:spid="_x0000_s1026" style="position:absolute;margin-left:417.7pt;margin-top:3.35pt;width:83.95pt;height:34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79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" path="m458,16l,16,,164,,266,,414,,518,,666r458,l458,518r-311,l147,414r267,l414,266r-267,l147,164r311,l458,16xm1171,340r-9,-78l1136,191r-27,-43l1096,128,1043,75,1023,62r,278l1007,415r-41,61l905,517r-75,15l803,530r-26,-5l762,519r-9,-3l730,504r-78,15l667,441,655,418r-9,-24l640,368r-2,-28l653,265r41,-61l756,163r74,-15l905,163r61,41l1007,265r16,75l1023,62,980,35,909,9,831,,753,9,681,35,618,75r-53,53l525,191r-25,71l491,340r9,78l525,490r40,63l618,606r63,40l753,671r78,9l909,671r71,-25l1043,606r53,-53l1109,532r27,-42l1162,418r9,-78xm1679,449r-6,-33l1658,379r-28,-38l1585,305r-34,-18l1517,273r-34,-11l1431,248r-22,-6l1388,233r-19,-9l1354,214r,-19l1357,177r14,-15l1393,152r28,-6l1459,147r38,7l1533,167r34,18l1661,73,1605,38,1541,14,1475,2,1411,1r-68,15l1286,48r-44,47l1215,151r-7,63l1213,245r14,34l1252,314r39,32l1316,360r26,12l1368,381r35,11l1413,394r10,2l1491,420r31,31l1527,482r-14,25l1500,518r-16,8l1467,532r-19,2l1421,534r-40,-9l1332,501r-54,-49l1175,564r45,37l1281,639r73,29l1438,680r14,l1459,680r44,-7l1545,658r38,-22l1617,608r29,-35l1666,534r11,-42l1679,449xe" fillcolor="#cb1767" stroked="f">
              <v:path arrowok="t" o:connecttype="custom" o:connectlocs="0,146685;0,371475;290830,371475;262890,305435;93345,146685;743585,258445;704215,136525;649605,81915;613410,344805;509905,379095;478155,370205;423545,322580;406400,276225;440690,172085;574675,146050;649605,258445;577215,48260;432435,64770;333375,163830;317500,307975;392430,427355;527685,474345;662305,427355;721360,353695;1066165,327660;1035050,259080;963295,215900;894715,196215;859790,178435;870585,145415;926465,135890;995045,160020;978535,51435;852805,52705;771525,138430;779145,219710;835660,271145;890905,291465;946785,309245;960755,364490;931545,380365;876935,375920;746125,400685;859790,466725;926465,474345;1005205,446405;1057910,381635" o:connectangles="0,0,0,0,0,0,0,0,0,0,0,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1312" behindDoc="0" locked="0" layoutInCell="1" allowOverlap="1" wp14:anchorId="59B1FCB2" wp14:editId="1C383160">
          <wp:simplePos x="0" y="0"/>
          <wp:positionH relativeFrom="page">
            <wp:posOffset>6490208</wp:posOffset>
          </wp:positionH>
          <wp:positionV relativeFrom="paragraph">
            <wp:posOffset>175662</wp:posOffset>
          </wp:positionV>
          <wp:extent cx="593498" cy="278923"/>
          <wp:effectExtent l="0" t="0" r="0" b="0"/>
          <wp:wrapNone/>
          <wp:docPr id="1" name="image1.png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Ein Bild, das Text enthält.&#10;&#10;Automatisch generierte Beschreibu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3498" cy="2789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F778F4" w14:textId="77777777" w:rsidR="00046508" w:rsidRDefault="000465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7219"/>
    <w:multiLevelType w:val="multilevel"/>
    <w:tmpl w:val="066A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F75C60"/>
    <w:multiLevelType w:val="multilevel"/>
    <w:tmpl w:val="469E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1C4982"/>
    <w:multiLevelType w:val="multilevel"/>
    <w:tmpl w:val="A7C49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E54BF3"/>
    <w:multiLevelType w:val="multilevel"/>
    <w:tmpl w:val="E852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451C65"/>
    <w:multiLevelType w:val="multilevel"/>
    <w:tmpl w:val="1540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FC6987"/>
    <w:multiLevelType w:val="multilevel"/>
    <w:tmpl w:val="77AA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143FA0"/>
    <w:multiLevelType w:val="hybridMultilevel"/>
    <w:tmpl w:val="34C013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76889"/>
    <w:multiLevelType w:val="multilevel"/>
    <w:tmpl w:val="227E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9A065B"/>
    <w:multiLevelType w:val="multilevel"/>
    <w:tmpl w:val="F292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B76137"/>
    <w:multiLevelType w:val="multilevel"/>
    <w:tmpl w:val="968E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056E13"/>
    <w:multiLevelType w:val="multilevel"/>
    <w:tmpl w:val="5D96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FA80DDB"/>
    <w:multiLevelType w:val="multilevel"/>
    <w:tmpl w:val="53B0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D744C03"/>
    <w:multiLevelType w:val="multilevel"/>
    <w:tmpl w:val="BD70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6695D3D"/>
    <w:multiLevelType w:val="multilevel"/>
    <w:tmpl w:val="558C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9BC7334"/>
    <w:multiLevelType w:val="hybridMultilevel"/>
    <w:tmpl w:val="C1382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198820">
    <w:abstractNumId w:val="14"/>
  </w:num>
  <w:num w:numId="2" w16cid:durableId="1956666678">
    <w:abstractNumId w:val="13"/>
  </w:num>
  <w:num w:numId="3" w16cid:durableId="1377661136">
    <w:abstractNumId w:val="2"/>
  </w:num>
  <w:num w:numId="4" w16cid:durableId="1402172120">
    <w:abstractNumId w:val="6"/>
  </w:num>
  <w:num w:numId="5" w16cid:durableId="1048648678">
    <w:abstractNumId w:val="7"/>
  </w:num>
  <w:num w:numId="6" w16cid:durableId="52896551">
    <w:abstractNumId w:val="0"/>
  </w:num>
  <w:num w:numId="7" w16cid:durableId="1283148020">
    <w:abstractNumId w:val="10"/>
  </w:num>
  <w:num w:numId="8" w16cid:durableId="166098999">
    <w:abstractNumId w:val="12"/>
  </w:num>
  <w:num w:numId="9" w16cid:durableId="639306877">
    <w:abstractNumId w:val="8"/>
  </w:num>
  <w:num w:numId="10" w16cid:durableId="1539590860">
    <w:abstractNumId w:val="9"/>
  </w:num>
  <w:num w:numId="11" w16cid:durableId="971590782">
    <w:abstractNumId w:val="11"/>
  </w:num>
  <w:num w:numId="12" w16cid:durableId="1313758639">
    <w:abstractNumId w:val="3"/>
  </w:num>
  <w:num w:numId="13" w16cid:durableId="1091050767">
    <w:abstractNumId w:val="5"/>
  </w:num>
  <w:num w:numId="14" w16cid:durableId="1870214339">
    <w:abstractNumId w:val="1"/>
  </w:num>
  <w:num w:numId="15" w16cid:durableId="1522357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4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7A"/>
    <w:rsid w:val="00046508"/>
    <w:rsid w:val="00094742"/>
    <w:rsid w:val="0014630A"/>
    <w:rsid w:val="002131EF"/>
    <w:rsid w:val="0025229B"/>
    <w:rsid w:val="002921BB"/>
    <w:rsid w:val="002A0326"/>
    <w:rsid w:val="003236DB"/>
    <w:rsid w:val="00345CFB"/>
    <w:rsid w:val="003975F2"/>
    <w:rsid w:val="003B1E7B"/>
    <w:rsid w:val="003B75D9"/>
    <w:rsid w:val="003C0200"/>
    <w:rsid w:val="00400493"/>
    <w:rsid w:val="0044155B"/>
    <w:rsid w:val="004A56F8"/>
    <w:rsid w:val="004B160A"/>
    <w:rsid w:val="00524A2A"/>
    <w:rsid w:val="00547183"/>
    <w:rsid w:val="005506CF"/>
    <w:rsid w:val="00576A29"/>
    <w:rsid w:val="005C3A7C"/>
    <w:rsid w:val="00622E80"/>
    <w:rsid w:val="00636E76"/>
    <w:rsid w:val="006834A6"/>
    <w:rsid w:val="00691714"/>
    <w:rsid w:val="00754F1B"/>
    <w:rsid w:val="00760D85"/>
    <w:rsid w:val="007635F3"/>
    <w:rsid w:val="007A635A"/>
    <w:rsid w:val="007D092C"/>
    <w:rsid w:val="00846E6B"/>
    <w:rsid w:val="00890CE5"/>
    <w:rsid w:val="008B1B63"/>
    <w:rsid w:val="0092109B"/>
    <w:rsid w:val="00966890"/>
    <w:rsid w:val="009E528D"/>
    <w:rsid w:val="00A053C9"/>
    <w:rsid w:val="00A338F5"/>
    <w:rsid w:val="00AD2E7B"/>
    <w:rsid w:val="00AE2874"/>
    <w:rsid w:val="00B3668C"/>
    <w:rsid w:val="00C43B76"/>
    <w:rsid w:val="00CA05DD"/>
    <w:rsid w:val="00CB6683"/>
    <w:rsid w:val="00CC3425"/>
    <w:rsid w:val="00CE277A"/>
    <w:rsid w:val="00D33AAA"/>
    <w:rsid w:val="00DC63EB"/>
    <w:rsid w:val="00E14346"/>
    <w:rsid w:val="00E858F2"/>
    <w:rsid w:val="00EC24E3"/>
    <w:rsid w:val="00FB1258"/>
    <w:rsid w:val="00FB377E"/>
    <w:rsid w:val="00FC3AAB"/>
    <w:rsid w:val="00FC4400"/>
    <w:rsid w:val="00FE08F4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9CD4F"/>
  <w15:docId w15:val="{6C7CBFE5-3AEB-450E-93FD-9A5D3275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" w:eastAsia="Helvetica" w:hAnsi="Helvetica" w:cs="Helvetica"/>
      <w:lang w:val="de-DE"/>
    </w:rPr>
  </w:style>
  <w:style w:type="paragraph" w:styleId="berschrift3">
    <w:name w:val="heading 3"/>
    <w:basedOn w:val="Standard"/>
    <w:link w:val="berschrift3Zchn"/>
    <w:uiPriority w:val="9"/>
    <w:qFormat/>
    <w:rsid w:val="00890CE5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0"/>
      <w:szCs w:val="20"/>
    </w:rPr>
  </w:style>
  <w:style w:type="paragraph" w:styleId="Titel">
    <w:name w:val="Title"/>
    <w:basedOn w:val="Standard"/>
    <w:uiPriority w:val="10"/>
    <w:qFormat/>
    <w:pPr>
      <w:spacing w:before="47"/>
      <w:ind w:left="100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465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6508"/>
    <w:rPr>
      <w:rFonts w:ascii="Helvetica" w:eastAsia="Helvetica" w:hAnsi="Helvetica" w:cs="Helvetica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465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6508"/>
    <w:rPr>
      <w:rFonts w:ascii="Helvetica" w:eastAsia="Helvetica" w:hAnsi="Helvetica" w:cs="Helvetica"/>
      <w:lang w:val="de-DE"/>
    </w:rPr>
  </w:style>
  <w:style w:type="table" w:styleId="Tabellenraster">
    <w:name w:val="Table Grid"/>
    <w:basedOn w:val="NormaleTabelle"/>
    <w:uiPriority w:val="39"/>
    <w:rsid w:val="00094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2A032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524A2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4A2A"/>
    <w:rPr>
      <w:color w:val="605E5C"/>
      <w:shd w:val="clear" w:color="auto" w:fill="E1DFDD"/>
    </w:rPr>
  </w:style>
  <w:style w:type="paragraph" w:customStyle="1" w:styleId="xmsolistparagraph">
    <w:name w:val="x_msolistparagraph"/>
    <w:basedOn w:val="Standard"/>
    <w:rsid w:val="00CE277A"/>
    <w:pPr>
      <w:widowControl/>
      <w:autoSpaceDE/>
      <w:autoSpaceDN/>
      <w:ind w:left="720"/>
    </w:pPr>
    <w:rPr>
      <w:rFonts w:ascii="Calibri" w:eastAsiaTheme="minorHAnsi" w:hAnsi="Calibri" w:cs="Calibri"/>
      <w:lang w:val="de-AT" w:eastAsia="de-AT"/>
    </w:rPr>
  </w:style>
  <w:style w:type="character" w:styleId="Erwhnung">
    <w:name w:val="Mention"/>
    <w:basedOn w:val="Absatz-Standardschriftart"/>
    <w:uiPriority w:val="99"/>
    <w:unhideWhenUsed/>
    <w:rsid w:val="00CE277A"/>
    <w:rPr>
      <w:color w:val="2B579A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4A56F8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0CE5"/>
    <w:rPr>
      <w:rFonts w:ascii="Times New Roman" w:eastAsia="Times New Roman" w:hAnsi="Times New Roman" w:cs="Times New Roman"/>
      <w:b/>
      <w:bCs/>
      <w:sz w:val="27"/>
      <w:szCs w:val="27"/>
      <w:lang w:val="de-AT" w:eastAsia="de-DE"/>
    </w:rPr>
  </w:style>
  <w:style w:type="paragraph" w:styleId="StandardWeb">
    <w:name w:val="Normal (Web)"/>
    <w:basedOn w:val="Standard"/>
    <w:uiPriority w:val="99"/>
    <w:semiHidden/>
    <w:unhideWhenUsed/>
    <w:rsid w:val="00890C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AT" w:eastAsia="de-DE"/>
    </w:rPr>
  </w:style>
  <w:style w:type="character" w:customStyle="1" w:styleId="apple-converted-space">
    <w:name w:val="apple-converted-space"/>
    <w:basedOn w:val="Absatz-Standardschriftart"/>
    <w:rsid w:val="00890CE5"/>
  </w:style>
  <w:style w:type="character" w:styleId="Hervorhebung">
    <w:name w:val="Emphasis"/>
    <w:basedOn w:val="Absatz-Standardschriftart"/>
    <w:uiPriority w:val="20"/>
    <w:qFormat/>
    <w:rsid w:val="00890C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neospartei.sharepoint.com/sites/Templates/Templates/NEOS_WORD_Template_Fact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FF684056AA1441AF7F55B762A0CF07" ma:contentTypeVersion="2" ma:contentTypeDescription="Ein neues Dokument erstellen." ma:contentTypeScope="" ma:versionID="bdc9b5a1d8eb048eaab29a150dbec6cd">
  <xsd:schema xmlns:xsd="http://www.w3.org/2001/XMLSchema" xmlns:xs="http://www.w3.org/2001/XMLSchema" xmlns:p="http://schemas.microsoft.com/office/2006/metadata/properties" xmlns:ns2="852a89b2-d49e-4201-bfec-3c257d107bfe" targetNamespace="http://schemas.microsoft.com/office/2006/metadata/properties" ma:root="true" ma:fieldsID="80d43041b2d49d1058a558fae4cb5271" ns2:_="">
    <xsd:import namespace="852a89b2-d49e-4201-bfec-3c257d107b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a89b2-d49e-4201-bfec-3c257d107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17BB2-80E9-40B5-A601-2BE94EF052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F17300-2C73-4DF6-AF44-E6625B4FAF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C15E1B-709C-46F5-8348-FFD3CD625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2a89b2-d49e-4201-bfec-3c257d107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NEOS_WORD_Template_Factsheet.dotx</Template>
  <TotalTime>0</TotalTime>
  <Pages>2</Pages>
  <Words>593</Words>
  <Characters>3886</Characters>
  <Application>Microsoft Office Word</Application>
  <DocSecurity>0</DocSecurity>
  <Lines>117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Mayrhofer</dc:creator>
  <cp:lastModifiedBy>Michael Unger</cp:lastModifiedBy>
  <cp:revision>3</cp:revision>
  <cp:lastPrinted>2023-06-26T09:43:00Z</cp:lastPrinted>
  <dcterms:created xsi:type="dcterms:W3CDTF">2024-01-26T11:05:00Z</dcterms:created>
  <dcterms:modified xsi:type="dcterms:W3CDTF">2024-01-26T11:06:00Z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2022-06-27T00:00:00Z</vt:filetime>
  </property>
  <property fmtid="{D5CDD505-2E9C-101B-9397-08002B2CF9AE}" pid="5" name="ContentTypeId">
    <vt:lpwstr>0x01010007FF684056AA1441AF7F55B762A0CF07</vt:lpwstr>
  </property>
</Properties>
</file>